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9761D1">
        <w:rPr>
          <w:rFonts w:ascii="Arial" w:hAnsi="Arial" w:cs="Arial"/>
          <w:b/>
          <w:caps/>
          <w:sz w:val="28"/>
          <w:szCs w:val="28"/>
        </w:rPr>
        <w:t>1800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9761D1" w:rsidRDefault="009761D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61D1">
              <w:rPr>
                <w:rFonts w:ascii="Arial" w:hAnsi="Arial" w:cs="Arial"/>
                <w:sz w:val="20"/>
                <w:szCs w:val="20"/>
              </w:rPr>
              <w:t>Solicita manutenção da manta asfáltica ao longo da Avenida São João, no Bairro São João.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9761D1" w:rsidRPr="009761D1">
        <w:rPr>
          <w:rFonts w:ascii="Arial" w:hAnsi="Arial" w:cs="Arial"/>
        </w:rPr>
        <w:t>manutenção da manta asfáltica ao longo da Avenida São João, no Bairro São João.</w:t>
      </w:r>
    </w:p>
    <w:p w:rsidR="0050288E" w:rsidRDefault="009761D1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9761D1">
        <w:rPr>
          <w:rFonts w:ascii="Arial" w:hAnsi="Arial" w:cs="Arial"/>
        </w:rPr>
        <w:t>Vale ressaltar que, como mostra a foto, foi colocado asfalto novo por cima de asfalto velho, comprometendo o serviço anterior.</w:t>
      </w:r>
    </w:p>
    <w:p w:rsidR="009761D1" w:rsidRDefault="009761D1" w:rsidP="009761D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9761D1">
        <w:rPr>
          <w:rFonts w:ascii="Arial" w:hAnsi="Arial" w:cs="Arial"/>
        </w:rPr>
        <w:t>A importância da eficiência e eficácia na gestão pública tem como vertente o desenvolvimento social que afeta diretamente a sociedade como um todo, contribuindo na melhoria d</w:t>
      </w:r>
      <w:r>
        <w:rPr>
          <w:rFonts w:ascii="Arial" w:hAnsi="Arial" w:cs="Arial"/>
        </w:rPr>
        <w:t>os serviços públicos prestados à</w:t>
      </w:r>
      <w:r w:rsidRPr="009761D1">
        <w:rPr>
          <w:rFonts w:ascii="Arial" w:hAnsi="Arial" w:cs="Arial"/>
        </w:rPr>
        <w:t xml:space="preserve"> sociedade. </w:t>
      </w:r>
    </w:p>
    <w:p w:rsidR="009761D1" w:rsidRPr="009761D1" w:rsidRDefault="009761D1" w:rsidP="009761D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9761D1">
        <w:rPr>
          <w:rFonts w:ascii="Arial" w:hAnsi="Arial" w:cs="Arial"/>
        </w:rPr>
        <w:t>Portanto, a eficácia e eficiência são consideradas fundamentais a qualquer</w:t>
      </w:r>
      <w:r>
        <w:rPr>
          <w:rFonts w:ascii="Arial" w:hAnsi="Arial" w:cs="Arial"/>
        </w:rPr>
        <w:t xml:space="preserve"> organização pública ou privada, e </w:t>
      </w:r>
      <w:r w:rsidRPr="009761D1">
        <w:rPr>
          <w:rFonts w:ascii="Arial" w:hAnsi="Arial" w:cs="Arial"/>
        </w:rPr>
        <w:t xml:space="preserve">os princípios são vitais para o planejamento da gestão pública, determinando os objetivos certos </w:t>
      </w:r>
      <w:r>
        <w:rPr>
          <w:rFonts w:ascii="Arial" w:hAnsi="Arial" w:cs="Arial"/>
        </w:rPr>
        <w:t>para</w:t>
      </w:r>
      <w:r w:rsidRPr="009761D1">
        <w:rPr>
          <w:rFonts w:ascii="Arial" w:hAnsi="Arial" w:cs="Arial"/>
        </w:rPr>
        <w:t xml:space="preserve"> escolher os meios cert</w:t>
      </w:r>
      <w:r>
        <w:rPr>
          <w:rFonts w:ascii="Arial" w:hAnsi="Arial" w:cs="Arial"/>
        </w:rPr>
        <w:t>os de alcançar esses objetivos.</w:t>
      </w:r>
    </w:p>
    <w:p w:rsidR="009761D1" w:rsidRDefault="009761D1" w:rsidP="009761D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9761D1">
        <w:rPr>
          <w:rFonts w:ascii="Arial" w:hAnsi="Arial" w:cs="Arial"/>
        </w:rPr>
        <w:t>Segundo a nossa Constituição Federal, é dever de</w:t>
      </w:r>
      <w:r>
        <w:rPr>
          <w:rFonts w:ascii="Arial" w:hAnsi="Arial" w:cs="Arial"/>
        </w:rPr>
        <w:t xml:space="preserve"> toda a administração municipal</w:t>
      </w:r>
      <w:r w:rsidRPr="009761D1">
        <w:rPr>
          <w:rFonts w:ascii="Arial" w:hAnsi="Arial" w:cs="Arial"/>
        </w:rPr>
        <w:t xml:space="preserve"> prover a qu</w:t>
      </w:r>
      <w:r>
        <w:rPr>
          <w:rFonts w:ascii="Arial" w:hAnsi="Arial" w:cs="Arial"/>
        </w:rPr>
        <w:t>alidade dos serviços municipais</w:t>
      </w:r>
      <w:r w:rsidRPr="009761D1">
        <w:rPr>
          <w:rFonts w:ascii="Arial" w:hAnsi="Arial" w:cs="Arial"/>
        </w:rPr>
        <w:t xml:space="preserve"> para que ate</w:t>
      </w:r>
      <w:r>
        <w:rPr>
          <w:rFonts w:ascii="Arial" w:hAnsi="Arial" w:cs="Arial"/>
        </w:rPr>
        <w:t xml:space="preserve">ndam os anseios da população e </w:t>
      </w:r>
      <w:r w:rsidRPr="009761D1">
        <w:rPr>
          <w:rFonts w:ascii="Arial" w:hAnsi="Arial" w:cs="Arial"/>
        </w:rPr>
        <w:t>resultem em investimentos que reflitam diretamente na economia, saúde e bem-estar</w:t>
      </w:r>
      <w:r w:rsidR="00D5234C">
        <w:rPr>
          <w:rFonts w:ascii="Arial" w:hAnsi="Arial" w:cs="Arial"/>
        </w:rPr>
        <w:t>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761D1">
        <w:rPr>
          <w:rFonts w:ascii="Arial" w:hAnsi="Arial" w:cs="Arial"/>
        </w:rPr>
        <w:t>15</w:t>
      </w:r>
      <w:r w:rsidR="00695F4E">
        <w:rPr>
          <w:rFonts w:ascii="Arial" w:hAnsi="Arial" w:cs="Arial"/>
        </w:rPr>
        <w:t xml:space="preserve"> de </w:t>
      </w:r>
      <w:r w:rsidR="009761D1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761D1" w:rsidRPr="00517895" w:rsidRDefault="009761D1" w:rsidP="009761D1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SÔNIA REGINA GONÇALVES</w:t>
      </w:r>
    </w:p>
    <w:p w:rsidR="009761D1" w:rsidRPr="00517895" w:rsidRDefault="009761D1" w:rsidP="009761D1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(Sônia Patas da Amizade)</w:t>
      </w:r>
    </w:p>
    <w:p w:rsidR="009761D1" w:rsidRPr="00517895" w:rsidRDefault="009761D1" w:rsidP="009761D1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– Líder do PSB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761D1" w:rsidRDefault="009761D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761D1" w:rsidRDefault="009761D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C754A3">
        <w:rPr>
          <w:rFonts w:ascii="Calibri" w:hAnsi="Calibri"/>
          <w:noProof/>
          <w:sz w:val="28"/>
          <w:szCs w:val="28"/>
        </w:rPr>
        <w:drawing>
          <wp:inline distT="0" distB="0" distL="0" distR="0" wp14:anchorId="6B2BD3FA" wp14:editId="0B702093">
            <wp:extent cx="5289967" cy="1985010"/>
            <wp:effectExtent l="0" t="0" r="6350" b="0"/>
            <wp:docPr id="3" name="Imagem 3" descr="C:\Users\G05-4239\Desktop\asfalto novo sobre asfalto velh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5-4239\Desktop\asfalto novo sobre asfalto velh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132"/>
                    <a:stretch/>
                  </pic:blipFill>
                  <pic:spPr bwMode="auto">
                    <a:xfrm>
                      <a:off x="0" y="0"/>
                      <a:ext cx="5293473" cy="1986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9761D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661386">
        <w:rPr>
          <w:noProof/>
        </w:rPr>
        <w:drawing>
          <wp:inline distT="0" distB="0" distL="0" distR="0" wp14:anchorId="0C2D9281" wp14:editId="4B5A2658">
            <wp:extent cx="5299747" cy="2082165"/>
            <wp:effectExtent l="0" t="0" r="0" b="0"/>
            <wp:docPr id="8" name="Imagem 8" descr="C:\Users\G05-4239\Desktop\asfalto novo sobre asfalto velh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05-4239\Desktop\asfalto novo sobre asfalto velh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43" t="30554" r="19821" b="38319"/>
                    <a:stretch/>
                  </pic:blipFill>
                  <pic:spPr bwMode="auto">
                    <a:xfrm>
                      <a:off x="0" y="0"/>
                      <a:ext cx="5316664" cy="2088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2979" w:rsidRDefault="003A2979">
      <w:r>
        <w:separator/>
      </w:r>
    </w:p>
  </w:endnote>
  <w:endnote w:type="continuationSeparator" w:id="0">
    <w:p w:rsidR="003A2979" w:rsidRDefault="003A2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2979" w:rsidRDefault="003A2979">
      <w:r>
        <w:separator/>
      </w:r>
    </w:p>
  </w:footnote>
  <w:footnote w:type="continuationSeparator" w:id="0">
    <w:p w:rsidR="003A2979" w:rsidRDefault="003A29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761D1">
      <w:rPr>
        <w:rFonts w:ascii="Arial" w:hAnsi="Arial" w:cs="Arial"/>
        <w:b/>
        <w:sz w:val="20"/>
        <w:szCs w:val="20"/>
        <w:u w:val="single"/>
      </w:rPr>
      <w:t>1800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9761D1">
      <w:rPr>
        <w:rFonts w:ascii="Arial" w:hAnsi="Arial" w:cs="Arial"/>
        <w:b/>
        <w:sz w:val="20"/>
        <w:szCs w:val="20"/>
        <w:u w:val="single"/>
      </w:rPr>
      <w:t xml:space="preserve"> – Vereadora Sônia Patas da Amizade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5234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5234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2979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8F6A5E"/>
    <w:rsid w:val="009200A8"/>
    <w:rsid w:val="00922964"/>
    <w:rsid w:val="009761D1"/>
    <w:rsid w:val="009768E6"/>
    <w:rsid w:val="009964B8"/>
    <w:rsid w:val="009A2ABD"/>
    <w:rsid w:val="009A3F4A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234C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2DF36-B30F-4BDB-B7AE-FAD26014D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12</TotalTime>
  <Pages>2</Pages>
  <Words>223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2018-08-13T18:04:00Z</dcterms:created>
  <dcterms:modified xsi:type="dcterms:W3CDTF">2018-08-13T18:16:00Z</dcterms:modified>
</cp:coreProperties>
</file>